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3EB" w:rsidRPr="00912611" w:rsidRDefault="002143EB" w:rsidP="00A23CD1">
      <w:pPr>
        <w:tabs>
          <w:tab w:val="left" w:pos="5535"/>
        </w:tabs>
        <w:jc w:val="both"/>
        <w:rPr>
          <w:rFonts w:ascii="Tahoma" w:hAnsi="Tahoma" w:cs="Tahoma"/>
          <w:sz w:val="22"/>
          <w:szCs w:val="22"/>
        </w:rPr>
      </w:pPr>
      <w:r w:rsidRPr="00912611">
        <w:rPr>
          <w:rFonts w:ascii="Tahoma" w:hAnsi="Tahoma" w:cs="Tahoma"/>
          <w:sz w:val="22"/>
          <w:szCs w:val="22"/>
        </w:rPr>
        <w:t xml:space="preserve">        На основу члана 18 ст. 1 Закона о јавним службама („ Службени гласник РС“ бр. 42/91 и 71/94), чл. 32 ст.1 тач. 9 Закона о локалној самоуправи( „ Сл. гласник бр. РС“ бр. 129/07 и 83/1– др. Закон, 101/16- др.закон и 47/18) чл.  6д</w:t>
      </w:r>
      <w:r>
        <w:rPr>
          <w:rFonts w:ascii="Tahoma" w:hAnsi="Tahoma" w:cs="Tahoma"/>
          <w:sz w:val="22"/>
          <w:szCs w:val="22"/>
        </w:rPr>
        <w:t xml:space="preserve"> став 1 и 2 </w:t>
      </w:r>
      <w:r w:rsidRPr="00912611">
        <w:rPr>
          <w:rFonts w:ascii="Tahoma" w:hAnsi="Tahoma" w:cs="Tahoma"/>
          <w:sz w:val="22"/>
          <w:szCs w:val="22"/>
        </w:rPr>
        <w:t xml:space="preserve"> Одлуке о оснивању Регионалног центра за таленте Врањ ( Службени гласник града Врања бр 26/09 и бр. 25/12-пречишћен текст) чл. 32 ст 1 тач 12 Статута града Врања(„ Службени гласник града Врања“, бр 3/18 – пречишћен текст и 8/18), Скупштина града Вр</w:t>
      </w:r>
      <w:r>
        <w:rPr>
          <w:rFonts w:ascii="Tahoma" w:hAnsi="Tahoma" w:cs="Tahoma"/>
          <w:sz w:val="22"/>
          <w:szCs w:val="22"/>
        </w:rPr>
        <w:t>ања, на седници одржаној дана 18.10.2018.године,</w:t>
      </w:r>
      <w:r w:rsidRPr="00912611">
        <w:rPr>
          <w:rFonts w:ascii="Tahoma" w:hAnsi="Tahoma" w:cs="Tahoma"/>
          <w:sz w:val="22"/>
          <w:szCs w:val="22"/>
        </w:rPr>
        <w:t xml:space="preserve"> донела је: </w:t>
      </w:r>
    </w:p>
    <w:p w:rsidR="002143EB" w:rsidRPr="00912611" w:rsidRDefault="002143EB" w:rsidP="005A7BE3">
      <w:pPr>
        <w:tabs>
          <w:tab w:val="left" w:pos="5535"/>
        </w:tabs>
        <w:jc w:val="both"/>
        <w:rPr>
          <w:rFonts w:ascii="Tahoma" w:hAnsi="Tahoma" w:cs="Tahoma"/>
          <w:sz w:val="22"/>
          <w:szCs w:val="22"/>
        </w:rPr>
      </w:pPr>
    </w:p>
    <w:p w:rsidR="002143EB" w:rsidRPr="00912611" w:rsidRDefault="002143EB" w:rsidP="005A7BE3">
      <w:pPr>
        <w:tabs>
          <w:tab w:val="left" w:pos="5535"/>
        </w:tabs>
        <w:jc w:val="both"/>
        <w:rPr>
          <w:rFonts w:ascii="Tahoma" w:hAnsi="Tahoma" w:cs="Tahoma"/>
          <w:sz w:val="22"/>
          <w:szCs w:val="22"/>
        </w:rPr>
      </w:pPr>
    </w:p>
    <w:p w:rsidR="002143EB" w:rsidRPr="00912611" w:rsidRDefault="002143EB" w:rsidP="005A7BE3">
      <w:pPr>
        <w:tabs>
          <w:tab w:val="left" w:pos="5535"/>
        </w:tabs>
        <w:jc w:val="both"/>
        <w:rPr>
          <w:rFonts w:ascii="Tahoma" w:hAnsi="Tahoma" w:cs="Tahoma"/>
          <w:sz w:val="22"/>
          <w:szCs w:val="22"/>
        </w:rPr>
      </w:pPr>
    </w:p>
    <w:p w:rsidR="002143EB" w:rsidRPr="00912611" w:rsidRDefault="002143EB" w:rsidP="00B90517">
      <w:pPr>
        <w:tabs>
          <w:tab w:val="left" w:pos="5535"/>
        </w:tabs>
        <w:jc w:val="center"/>
        <w:rPr>
          <w:rFonts w:ascii="Tahoma" w:hAnsi="Tahoma" w:cs="Tahoma"/>
          <w:sz w:val="22"/>
          <w:szCs w:val="22"/>
        </w:rPr>
      </w:pPr>
    </w:p>
    <w:p w:rsidR="002143EB" w:rsidRPr="00912611" w:rsidRDefault="002143EB" w:rsidP="00B90517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  <w:r w:rsidRPr="00912611">
        <w:rPr>
          <w:rFonts w:ascii="Tahoma" w:hAnsi="Tahoma" w:cs="Tahoma"/>
          <w:b/>
          <w:sz w:val="22"/>
          <w:szCs w:val="22"/>
        </w:rPr>
        <w:t>Р Е Ш Е Њ Е</w:t>
      </w:r>
    </w:p>
    <w:p w:rsidR="002143EB" w:rsidRPr="00912611" w:rsidRDefault="002143EB" w:rsidP="00B90517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  <w:r w:rsidRPr="00912611">
        <w:rPr>
          <w:rFonts w:ascii="Tahoma" w:hAnsi="Tahoma" w:cs="Tahoma"/>
          <w:b/>
          <w:sz w:val="22"/>
          <w:szCs w:val="22"/>
        </w:rPr>
        <w:t>О РАЗРЕШЕЊУ ДИРЕКТОРА</w:t>
      </w:r>
    </w:p>
    <w:p w:rsidR="002143EB" w:rsidRPr="00912611" w:rsidRDefault="002143EB" w:rsidP="00B90517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  <w:r w:rsidRPr="00912611">
        <w:rPr>
          <w:rFonts w:ascii="Tahoma" w:hAnsi="Tahoma" w:cs="Tahoma"/>
          <w:b/>
          <w:sz w:val="22"/>
          <w:szCs w:val="22"/>
        </w:rPr>
        <w:t>„РЕГИОНАЛНОГ ЦЕНТРА ЗА ТАЛЕНТЕ“ ВРАЊЕ</w:t>
      </w:r>
    </w:p>
    <w:p w:rsidR="002143EB" w:rsidRPr="00912611" w:rsidRDefault="002143EB" w:rsidP="006251F6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2143EB" w:rsidRPr="00912611" w:rsidRDefault="002143EB" w:rsidP="005A7BE3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2143EB" w:rsidRPr="00912611" w:rsidRDefault="002143EB" w:rsidP="005A7BE3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  <w:r w:rsidRPr="00912611">
        <w:rPr>
          <w:rFonts w:ascii="Tahoma" w:hAnsi="Tahoma" w:cs="Tahoma"/>
          <w:b/>
          <w:sz w:val="22"/>
          <w:szCs w:val="22"/>
        </w:rPr>
        <w:t>I</w:t>
      </w:r>
    </w:p>
    <w:p w:rsidR="002143EB" w:rsidRPr="00912611" w:rsidRDefault="002143EB" w:rsidP="005A7BE3">
      <w:pPr>
        <w:tabs>
          <w:tab w:val="left" w:pos="5535"/>
        </w:tabs>
        <w:rPr>
          <w:rFonts w:ascii="Tahoma" w:hAnsi="Tahoma" w:cs="Tahoma"/>
          <w:sz w:val="22"/>
          <w:szCs w:val="22"/>
        </w:rPr>
      </w:pPr>
    </w:p>
    <w:p w:rsidR="002143EB" w:rsidRPr="00912611" w:rsidRDefault="002143EB" w:rsidP="005A7BE3">
      <w:pPr>
        <w:tabs>
          <w:tab w:val="left" w:pos="5535"/>
        </w:tabs>
        <w:jc w:val="both"/>
        <w:rPr>
          <w:rFonts w:ascii="Tahoma" w:hAnsi="Tahoma" w:cs="Tahoma"/>
          <w:sz w:val="22"/>
          <w:szCs w:val="22"/>
        </w:rPr>
      </w:pPr>
      <w:r w:rsidRPr="00912611">
        <w:rPr>
          <w:rFonts w:ascii="Tahoma" w:hAnsi="Tahoma" w:cs="Tahoma"/>
          <w:b/>
          <w:sz w:val="22"/>
          <w:szCs w:val="22"/>
        </w:rPr>
        <w:t xml:space="preserve">          Разрешава се</w:t>
      </w:r>
      <w:r w:rsidRPr="00912611">
        <w:rPr>
          <w:rFonts w:ascii="Tahoma" w:hAnsi="Tahoma" w:cs="Tahoma"/>
          <w:sz w:val="22"/>
          <w:szCs w:val="22"/>
        </w:rPr>
        <w:t xml:space="preserve"> Данијела Стојменовић Трајковић, професор разредне наставе из Врања, функције директора Регионалног центра за таленте, пре истека времена на које је именована</w:t>
      </w:r>
      <w:r>
        <w:rPr>
          <w:rFonts w:ascii="Tahoma" w:hAnsi="Tahoma" w:cs="Tahoma"/>
          <w:sz w:val="22"/>
          <w:szCs w:val="22"/>
        </w:rPr>
        <w:t>, подношењем писане оставке.</w:t>
      </w:r>
      <w:r w:rsidRPr="00912611">
        <w:rPr>
          <w:rFonts w:ascii="Tahoma" w:hAnsi="Tahoma" w:cs="Tahoma"/>
          <w:sz w:val="22"/>
          <w:szCs w:val="22"/>
        </w:rPr>
        <w:t xml:space="preserve"> </w:t>
      </w:r>
    </w:p>
    <w:p w:rsidR="002143EB" w:rsidRPr="00912611" w:rsidRDefault="002143EB" w:rsidP="005A7BE3">
      <w:pPr>
        <w:tabs>
          <w:tab w:val="left" w:pos="5535"/>
        </w:tabs>
        <w:jc w:val="both"/>
        <w:rPr>
          <w:rFonts w:ascii="Tahoma" w:hAnsi="Tahoma" w:cs="Tahoma"/>
          <w:sz w:val="22"/>
          <w:szCs w:val="22"/>
        </w:rPr>
      </w:pPr>
    </w:p>
    <w:p w:rsidR="002143EB" w:rsidRPr="00912611" w:rsidRDefault="002143EB" w:rsidP="005A7BE3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  <w:r w:rsidRPr="00912611">
        <w:rPr>
          <w:rFonts w:ascii="Tahoma" w:hAnsi="Tahoma" w:cs="Tahoma"/>
          <w:b/>
          <w:sz w:val="22"/>
          <w:szCs w:val="22"/>
        </w:rPr>
        <w:t>II</w:t>
      </w:r>
    </w:p>
    <w:p w:rsidR="002143EB" w:rsidRPr="00912611" w:rsidRDefault="002143EB" w:rsidP="00282262">
      <w:pPr>
        <w:tabs>
          <w:tab w:val="left" w:pos="5535"/>
        </w:tabs>
        <w:rPr>
          <w:rFonts w:ascii="Tahoma" w:hAnsi="Tahoma" w:cs="Tahoma"/>
          <w:sz w:val="22"/>
          <w:szCs w:val="22"/>
        </w:rPr>
      </w:pPr>
    </w:p>
    <w:p w:rsidR="002143EB" w:rsidRPr="00912611" w:rsidRDefault="002143EB" w:rsidP="00855A3B">
      <w:pPr>
        <w:tabs>
          <w:tab w:val="left" w:pos="5535"/>
        </w:tabs>
        <w:rPr>
          <w:rFonts w:ascii="Tahoma" w:hAnsi="Tahoma" w:cs="Tahoma"/>
          <w:sz w:val="22"/>
          <w:szCs w:val="22"/>
        </w:rPr>
      </w:pPr>
      <w:r w:rsidRPr="00912611">
        <w:rPr>
          <w:rFonts w:ascii="Tahoma" w:hAnsi="Tahoma" w:cs="Tahoma"/>
          <w:sz w:val="22"/>
          <w:szCs w:val="22"/>
        </w:rPr>
        <w:t xml:space="preserve">        Ступањем на снагу овог Решења престаје да важи Решење о именовању  директора „Регионалног центра за таленте“ Врање  бр.02-139/2017-10  од 19.07.2017. године.</w:t>
      </w:r>
    </w:p>
    <w:p w:rsidR="002143EB" w:rsidRPr="00912611" w:rsidRDefault="002143EB" w:rsidP="00855A3B">
      <w:pPr>
        <w:tabs>
          <w:tab w:val="left" w:pos="5535"/>
        </w:tabs>
        <w:rPr>
          <w:rFonts w:ascii="Tahoma" w:hAnsi="Tahoma" w:cs="Tahoma"/>
          <w:sz w:val="22"/>
          <w:szCs w:val="22"/>
        </w:rPr>
      </w:pPr>
    </w:p>
    <w:p w:rsidR="002143EB" w:rsidRPr="00912611" w:rsidRDefault="002143EB" w:rsidP="00855A3B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  <w:r w:rsidRPr="00912611">
        <w:rPr>
          <w:rFonts w:ascii="Tahoma" w:hAnsi="Tahoma" w:cs="Tahoma"/>
          <w:b/>
          <w:sz w:val="22"/>
          <w:szCs w:val="22"/>
        </w:rPr>
        <w:t>III</w:t>
      </w:r>
    </w:p>
    <w:p w:rsidR="002143EB" w:rsidRPr="00912611" w:rsidRDefault="002143EB" w:rsidP="005A7BE3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2143EB" w:rsidRPr="00912611" w:rsidRDefault="002143EB" w:rsidP="00282262">
      <w:pPr>
        <w:tabs>
          <w:tab w:val="left" w:pos="5535"/>
        </w:tabs>
        <w:rPr>
          <w:rFonts w:ascii="Tahoma" w:hAnsi="Tahoma" w:cs="Tahoma"/>
          <w:sz w:val="22"/>
          <w:szCs w:val="22"/>
        </w:rPr>
      </w:pPr>
      <w:r w:rsidRPr="00912611">
        <w:rPr>
          <w:rFonts w:ascii="Tahoma" w:hAnsi="Tahoma" w:cs="Tahoma"/>
          <w:sz w:val="22"/>
          <w:szCs w:val="22"/>
        </w:rPr>
        <w:t xml:space="preserve">                             Решење ступа на снагу даном доношења и коначно је. </w:t>
      </w:r>
    </w:p>
    <w:p w:rsidR="002143EB" w:rsidRPr="00912611" w:rsidRDefault="002143EB" w:rsidP="00282262">
      <w:pPr>
        <w:tabs>
          <w:tab w:val="left" w:pos="5535"/>
        </w:tabs>
        <w:rPr>
          <w:rFonts w:ascii="Tahoma" w:hAnsi="Tahoma" w:cs="Tahoma"/>
          <w:sz w:val="22"/>
          <w:szCs w:val="22"/>
        </w:rPr>
      </w:pPr>
    </w:p>
    <w:p w:rsidR="002143EB" w:rsidRPr="00912611" w:rsidRDefault="002143EB" w:rsidP="00282262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  <w:r w:rsidRPr="00912611">
        <w:rPr>
          <w:rFonts w:ascii="Tahoma" w:hAnsi="Tahoma" w:cs="Tahoma"/>
          <w:b/>
          <w:sz w:val="22"/>
          <w:szCs w:val="22"/>
        </w:rPr>
        <w:t>IV</w:t>
      </w:r>
    </w:p>
    <w:p w:rsidR="002143EB" w:rsidRPr="00912611" w:rsidRDefault="002143EB" w:rsidP="00282262">
      <w:pPr>
        <w:tabs>
          <w:tab w:val="left" w:pos="5535"/>
        </w:tabs>
        <w:rPr>
          <w:rFonts w:ascii="Tahoma" w:hAnsi="Tahoma" w:cs="Tahoma"/>
          <w:sz w:val="22"/>
          <w:szCs w:val="22"/>
        </w:rPr>
      </w:pPr>
      <w:r w:rsidRPr="00912611">
        <w:rPr>
          <w:rFonts w:ascii="Tahoma" w:hAnsi="Tahoma" w:cs="Tahoma"/>
          <w:sz w:val="22"/>
          <w:szCs w:val="22"/>
        </w:rPr>
        <w:t xml:space="preserve">                             Решење објавити у Службеном гласнику града Врања.</w:t>
      </w:r>
    </w:p>
    <w:p w:rsidR="002143EB" w:rsidRPr="00912611" w:rsidRDefault="002143EB" w:rsidP="00282262">
      <w:pPr>
        <w:tabs>
          <w:tab w:val="left" w:pos="5535"/>
        </w:tabs>
        <w:rPr>
          <w:rFonts w:ascii="Tahoma" w:hAnsi="Tahoma" w:cs="Tahoma"/>
          <w:sz w:val="22"/>
          <w:szCs w:val="22"/>
        </w:rPr>
      </w:pPr>
    </w:p>
    <w:p w:rsidR="002143EB" w:rsidRPr="00912611" w:rsidRDefault="002143EB" w:rsidP="00282262">
      <w:pPr>
        <w:tabs>
          <w:tab w:val="left" w:pos="5535"/>
        </w:tabs>
        <w:rPr>
          <w:rFonts w:ascii="Tahoma" w:hAnsi="Tahoma" w:cs="Tahoma"/>
          <w:sz w:val="22"/>
          <w:szCs w:val="22"/>
        </w:rPr>
      </w:pPr>
    </w:p>
    <w:p w:rsidR="002143EB" w:rsidRPr="00912611" w:rsidRDefault="002143EB" w:rsidP="00282262">
      <w:pPr>
        <w:tabs>
          <w:tab w:val="left" w:pos="5535"/>
        </w:tabs>
        <w:rPr>
          <w:rFonts w:ascii="Tahoma" w:hAnsi="Tahoma" w:cs="Tahoma"/>
          <w:sz w:val="22"/>
          <w:szCs w:val="22"/>
        </w:rPr>
      </w:pPr>
    </w:p>
    <w:p w:rsidR="002143EB" w:rsidRPr="00912611" w:rsidRDefault="002143EB" w:rsidP="005A7BE3">
      <w:pPr>
        <w:tabs>
          <w:tab w:val="left" w:pos="5535"/>
        </w:tabs>
        <w:rPr>
          <w:rFonts w:ascii="Tahoma" w:hAnsi="Tahoma" w:cs="Tahoma"/>
          <w:sz w:val="22"/>
          <w:szCs w:val="22"/>
        </w:rPr>
      </w:pPr>
    </w:p>
    <w:p w:rsidR="002143EB" w:rsidRPr="00912611" w:rsidRDefault="002143EB" w:rsidP="005A7BE3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  <w:r w:rsidRPr="00912611">
        <w:rPr>
          <w:rFonts w:ascii="Tahoma" w:hAnsi="Tahoma" w:cs="Tahoma"/>
          <w:b/>
          <w:sz w:val="22"/>
          <w:szCs w:val="22"/>
        </w:rPr>
        <w:t>ОБРАЗЛОЖЕЊЕ</w:t>
      </w:r>
    </w:p>
    <w:p w:rsidR="002143EB" w:rsidRPr="00754178" w:rsidRDefault="002143EB" w:rsidP="005A7BE3">
      <w:pPr>
        <w:tabs>
          <w:tab w:val="left" w:pos="5535"/>
        </w:tabs>
        <w:jc w:val="both"/>
        <w:rPr>
          <w:rFonts w:ascii="Tahoma" w:hAnsi="Tahoma" w:cs="Tahoma"/>
          <w:b/>
          <w:sz w:val="22"/>
          <w:szCs w:val="22"/>
        </w:rPr>
      </w:pPr>
    </w:p>
    <w:p w:rsidR="002143EB" w:rsidRDefault="002143EB" w:rsidP="005A7BE3">
      <w:pPr>
        <w:tabs>
          <w:tab w:val="left" w:pos="5535"/>
        </w:tabs>
        <w:jc w:val="both"/>
        <w:rPr>
          <w:rFonts w:ascii="Tahoma" w:hAnsi="Tahoma" w:cs="Tahoma"/>
          <w:sz w:val="22"/>
          <w:szCs w:val="22"/>
        </w:rPr>
      </w:pPr>
      <w:r w:rsidRPr="00912611">
        <w:rPr>
          <w:rFonts w:ascii="Tahoma" w:hAnsi="Tahoma" w:cs="Tahoma"/>
          <w:sz w:val="22"/>
          <w:szCs w:val="22"/>
        </w:rPr>
        <w:t xml:space="preserve">       Правни основ за доношење овог Решења садржан је у одредбама чл. 18 ст 1 Закона о јавним службама( Службени гласник РС, бр. 42/91 и 71/94), чл. 32 ст.1 тач.9 и чл. 66 ст 3 Закона о локалној самоуправи„( Сл. гласник бр. РС“ бр. 129/07 и 83/1– др. Закон, 101/16- др.закон и 47/18), чл 32 ст 1 тач.12 Статута града Врања( Службени гласник бр.3/18 – пречишћен текст), који прописују да директора установе, односно директора „Регионалног центра за таленте“ Врање именује и разрешава  Оснивач, односно Скупштина града, која  у име града врши права Оснивача Центра. Одредбом члана 6д </w:t>
      </w:r>
      <w:r>
        <w:rPr>
          <w:rFonts w:ascii="Tahoma" w:hAnsi="Tahoma" w:cs="Tahoma"/>
          <w:sz w:val="22"/>
          <w:szCs w:val="22"/>
        </w:rPr>
        <w:t xml:space="preserve">став 1 и 2 </w:t>
      </w:r>
      <w:r w:rsidRPr="00912611">
        <w:rPr>
          <w:rFonts w:ascii="Tahoma" w:hAnsi="Tahoma" w:cs="Tahoma"/>
          <w:sz w:val="22"/>
          <w:szCs w:val="22"/>
        </w:rPr>
        <w:t>Одлуке о оснивању Регионалног центра за таленте Врање ( Службени гласник града Врања бр. 26/09 и 25/12), прописано је да дужност директора Регионалног центра за таленте престаје истеком мандата и разрешењем а у складу са Законом и Статутом Регионалног центра за таленте, чиме оснивач има дискреционо право одлучивања о кадровским променама како би омогућио што боље функционисање Установе и осваривање циљева због којих је установа и основана</w:t>
      </w:r>
      <w:r>
        <w:rPr>
          <w:rFonts w:ascii="Tahoma" w:hAnsi="Tahoma" w:cs="Tahoma"/>
          <w:sz w:val="22"/>
          <w:szCs w:val="22"/>
        </w:rPr>
        <w:t>.</w:t>
      </w:r>
    </w:p>
    <w:p w:rsidR="002143EB" w:rsidRPr="008F1DDD" w:rsidRDefault="002143EB" w:rsidP="005A7BE3">
      <w:pPr>
        <w:tabs>
          <w:tab w:val="left" w:pos="5535"/>
        </w:tabs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</w:t>
      </w:r>
      <w:r w:rsidRPr="00912611">
        <w:rPr>
          <w:rFonts w:ascii="Tahoma" w:hAnsi="Tahoma" w:cs="Tahoma"/>
          <w:sz w:val="22"/>
          <w:szCs w:val="22"/>
        </w:rPr>
        <w:t>Данијела Стојменовић Трајковић, професор разредне наставе из Врања,</w:t>
      </w:r>
      <w:r>
        <w:rPr>
          <w:rFonts w:ascii="Tahoma" w:hAnsi="Tahoma" w:cs="Tahoma"/>
          <w:sz w:val="22"/>
          <w:szCs w:val="22"/>
        </w:rPr>
        <w:tab/>
        <w:t>поднела је писану оставку на дужности директора регионалног центра за таленте Врање, 17.10.2018.године..</w:t>
      </w:r>
    </w:p>
    <w:p w:rsidR="002143EB" w:rsidRPr="008F1DDD" w:rsidRDefault="002143EB" w:rsidP="005A7BE3">
      <w:pPr>
        <w:tabs>
          <w:tab w:val="left" w:pos="5535"/>
        </w:tabs>
        <w:jc w:val="both"/>
        <w:rPr>
          <w:rFonts w:ascii="Tahoma" w:hAnsi="Tahoma" w:cs="Tahoma"/>
          <w:sz w:val="22"/>
          <w:szCs w:val="22"/>
        </w:rPr>
      </w:pPr>
      <w:r w:rsidRPr="00912611">
        <w:rPr>
          <w:rFonts w:ascii="Tahoma" w:hAnsi="Tahoma" w:cs="Tahoma"/>
          <w:sz w:val="22"/>
          <w:szCs w:val="22"/>
        </w:rPr>
        <w:t xml:space="preserve">     Имајући у виду напред изнето, Комисија за мандатно-имунитетска и административна питања и избор и именовања Скупштине града утврдила је предлог акта о разрешењу Данијеле Стојменовић Трајковић, професора разредне наставе из Врања, функције директора „Регионалног центра за таленте“ Врање, пре исте</w:t>
      </w:r>
      <w:r>
        <w:rPr>
          <w:rFonts w:ascii="Tahoma" w:hAnsi="Tahoma" w:cs="Tahoma"/>
          <w:sz w:val="22"/>
          <w:szCs w:val="22"/>
        </w:rPr>
        <w:t>ка времена на које је именована, подношењем писане оставке.</w:t>
      </w:r>
    </w:p>
    <w:p w:rsidR="002143EB" w:rsidRPr="00912611" w:rsidRDefault="002143EB" w:rsidP="005A7BE3">
      <w:pPr>
        <w:tabs>
          <w:tab w:val="left" w:pos="5535"/>
        </w:tabs>
        <w:jc w:val="both"/>
        <w:rPr>
          <w:rFonts w:ascii="Tahoma" w:hAnsi="Tahoma" w:cs="Tahoma"/>
          <w:sz w:val="22"/>
          <w:szCs w:val="22"/>
        </w:rPr>
      </w:pPr>
      <w:r w:rsidRPr="00912611">
        <w:rPr>
          <w:rFonts w:ascii="Tahoma" w:hAnsi="Tahoma" w:cs="Tahoma"/>
          <w:sz w:val="22"/>
          <w:szCs w:val="22"/>
        </w:rPr>
        <w:t xml:space="preserve">     На предлог Комисије за мандатно-имунитетска и административна питања и избор и именовања, Скупштина града је одлучила као у изреци овог Решења.</w:t>
      </w:r>
    </w:p>
    <w:p w:rsidR="002143EB" w:rsidRPr="00912611" w:rsidRDefault="002143EB" w:rsidP="005A7BE3">
      <w:pPr>
        <w:tabs>
          <w:tab w:val="left" w:pos="5535"/>
        </w:tabs>
        <w:jc w:val="both"/>
        <w:rPr>
          <w:rFonts w:ascii="Tahoma" w:hAnsi="Tahoma" w:cs="Tahoma"/>
          <w:sz w:val="22"/>
          <w:szCs w:val="22"/>
        </w:rPr>
      </w:pPr>
    </w:p>
    <w:p w:rsidR="002143EB" w:rsidRPr="00912611" w:rsidRDefault="002143EB" w:rsidP="005A7BE3">
      <w:pPr>
        <w:tabs>
          <w:tab w:val="left" w:pos="5535"/>
        </w:tabs>
        <w:jc w:val="both"/>
        <w:rPr>
          <w:rFonts w:ascii="Tahoma" w:hAnsi="Tahoma" w:cs="Tahoma"/>
          <w:sz w:val="22"/>
          <w:szCs w:val="22"/>
        </w:rPr>
      </w:pPr>
    </w:p>
    <w:p w:rsidR="002143EB" w:rsidRPr="00912611" w:rsidRDefault="002143EB" w:rsidP="005A7BE3">
      <w:pPr>
        <w:tabs>
          <w:tab w:val="left" w:pos="5535"/>
        </w:tabs>
        <w:jc w:val="both"/>
        <w:rPr>
          <w:rFonts w:ascii="Tahoma" w:hAnsi="Tahoma" w:cs="Tahoma"/>
          <w:sz w:val="22"/>
          <w:szCs w:val="22"/>
        </w:rPr>
      </w:pPr>
      <w:r w:rsidRPr="00912611">
        <w:rPr>
          <w:rFonts w:ascii="Tahoma" w:hAnsi="Tahoma" w:cs="Tahoma"/>
          <w:sz w:val="22"/>
          <w:szCs w:val="22"/>
        </w:rPr>
        <w:t xml:space="preserve">       </w:t>
      </w:r>
      <w:r w:rsidRPr="00912611">
        <w:rPr>
          <w:rFonts w:ascii="Tahoma" w:hAnsi="Tahoma" w:cs="Tahoma"/>
          <w:b/>
          <w:sz w:val="22"/>
          <w:szCs w:val="22"/>
        </w:rPr>
        <w:t>Поука о правном средству</w:t>
      </w:r>
      <w:r w:rsidRPr="00912611">
        <w:rPr>
          <w:rFonts w:ascii="Tahoma" w:hAnsi="Tahoma" w:cs="Tahoma"/>
          <w:sz w:val="22"/>
          <w:szCs w:val="22"/>
        </w:rPr>
        <w:t>: Против овог Решења може се поднети тужба Вушем суду у Врању, у року од 30 дана од дана пријема.</w:t>
      </w:r>
    </w:p>
    <w:p w:rsidR="002143EB" w:rsidRPr="00912611" w:rsidRDefault="002143EB" w:rsidP="005A7BE3">
      <w:pPr>
        <w:tabs>
          <w:tab w:val="left" w:pos="5535"/>
        </w:tabs>
        <w:jc w:val="both"/>
        <w:rPr>
          <w:rFonts w:ascii="Tahoma" w:hAnsi="Tahoma" w:cs="Tahoma"/>
          <w:sz w:val="22"/>
          <w:szCs w:val="22"/>
        </w:rPr>
      </w:pPr>
    </w:p>
    <w:p w:rsidR="002143EB" w:rsidRPr="00912611" w:rsidRDefault="002143EB" w:rsidP="005A7BE3">
      <w:pPr>
        <w:tabs>
          <w:tab w:val="left" w:pos="5535"/>
        </w:tabs>
        <w:jc w:val="both"/>
        <w:rPr>
          <w:rFonts w:ascii="Tahoma" w:hAnsi="Tahoma" w:cs="Tahoma"/>
          <w:sz w:val="22"/>
          <w:szCs w:val="22"/>
        </w:rPr>
      </w:pPr>
    </w:p>
    <w:p w:rsidR="002143EB" w:rsidRPr="00912611" w:rsidRDefault="002143EB" w:rsidP="005A7BE3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  <w:r w:rsidRPr="00912611">
        <w:rPr>
          <w:rFonts w:ascii="Tahoma" w:hAnsi="Tahoma" w:cs="Tahoma"/>
          <w:b/>
          <w:sz w:val="22"/>
          <w:szCs w:val="22"/>
        </w:rPr>
        <w:t>СКУПШТИНА ГРАДА ВРАЊА</w:t>
      </w:r>
    </w:p>
    <w:p w:rsidR="002143EB" w:rsidRDefault="002143EB" w:rsidP="005A7BE3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18.10.2018.године, број: 02-208/2018-10</w:t>
      </w:r>
    </w:p>
    <w:p w:rsidR="002143EB" w:rsidRDefault="002143EB" w:rsidP="005A7BE3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2143EB" w:rsidRPr="00912611" w:rsidRDefault="002143EB" w:rsidP="005A7BE3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2143EB" w:rsidRPr="00912611" w:rsidRDefault="002143EB" w:rsidP="005A7BE3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2143EB" w:rsidRPr="00912611" w:rsidRDefault="002143EB" w:rsidP="005A7BE3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    </w:t>
      </w:r>
      <w:r w:rsidRPr="00912611">
        <w:rPr>
          <w:rFonts w:ascii="Tahoma" w:hAnsi="Tahoma" w:cs="Tahoma"/>
          <w:b/>
          <w:sz w:val="22"/>
          <w:szCs w:val="22"/>
        </w:rPr>
        <w:t>ПРЕДСЕДНИК СКУПШТИНЕ ГРАДА</w:t>
      </w:r>
    </w:p>
    <w:p w:rsidR="002143EB" w:rsidRDefault="002143EB" w:rsidP="005A7BE3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  </w:t>
      </w:r>
      <w:r w:rsidRPr="00912611">
        <w:rPr>
          <w:rFonts w:ascii="Tahoma" w:hAnsi="Tahoma" w:cs="Tahoma"/>
          <w:b/>
          <w:sz w:val="22"/>
          <w:szCs w:val="22"/>
        </w:rPr>
        <w:t>Дејан Тричковић, спец.двм</w:t>
      </w:r>
      <w:r>
        <w:rPr>
          <w:rFonts w:ascii="Tahoma" w:hAnsi="Tahoma" w:cs="Tahoma"/>
          <w:b/>
          <w:sz w:val="22"/>
          <w:szCs w:val="22"/>
        </w:rPr>
        <w:t>,с.р.</w:t>
      </w:r>
    </w:p>
    <w:p w:rsidR="002143EB" w:rsidRDefault="002143EB" w:rsidP="008138DC">
      <w:pPr>
        <w:tabs>
          <w:tab w:val="left" w:pos="5535"/>
        </w:tabs>
        <w:rPr>
          <w:rFonts w:ascii="Tahoma" w:hAnsi="Tahoma" w:cs="Tahoma"/>
          <w:b/>
          <w:sz w:val="22"/>
          <w:szCs w:val="22"/>
        </w:rPr>
      </w:pPr>
    </w:p>
    <w:p w:rsidR="002143EB" w:rsidRDefault="002143EB" w:rsidP="008138DC">
      <w:pPr>
        <w:tabs>
          <w:tab w:val="left" w:pos="5535"/>
        </w:tabs>
        <w:rPr>
          <w:rFonts w:ascii="Tahoma" w:hAnsi="Tahoma" w:cs="Tahoma"/>
          <w:b/>
          <w:sz w:val="22"/>
          <w:szCs w:val="22"/>
        </w:rPr>
      </w:pPr>
    </w:p>
    <w:p w:rsidR="002143EB" w:rsidRDefault="002143EB" w:rsidP="008138DC">
      <w:pPr>
        <w:tabs>
          <w:tab w:val="left" w:pos="5535"/>
        </w:tabs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ТАЧНОСТ ПРЕПИСА ОВЕРАВА:                          ЗАМ. СЕКРЕТАРА СКУПШТИНЕ</w:t>
      </w:r>
    </w:p>
    <w:p w:rsidR="002143EB" w:rsidRPr="00912611" w:rsidRDefault="002143EB" w:rsidP="008138DC">
      <w:pPr>
        <w:tabs>
          <w:tab w:val="left" w:pos="5535"/>
        </w:tabs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                       Ирена Јовановић</w:t>
      </w:r>
    </w:p>
    <w:p w:rsidR="002143EB" w:rsidRPr="00912611" w:rsidRDefault="002143EB">
      <w:pPr>
        <w:rPr>
          <w:rFonts w:ascii="Tahoma" w:hAnsi="Tahoma" w:cs="Tahoma"/>
          <w:b/>
          <w:sz w:val="22"/>
          <w:szCs w:val="22"/>
        </w:rPr>
      </w:pPr>
    </w:p>
    <w:p w:rsidR="002143EB" w:rsidRPr="00912611" w:rsidRDefault="002143EB" w:rsidP="009E3984">
      <w:pPr>
        <w:rPr>
          <w:rFonts w:ascii="Tahoma" w:hAnsi="Tahoma" w:cs="Tahoma"/>
          <w:sz w:val="22"/>
          <w:szCs w:val="22"/>
        </w:rPr>
      </w:pPr>
    </w:p>
    <w:p w:rsidR="002143EB" w:rsidRPr="00912611" w:rsidRDefault="002143EB" w:rsidP="009E3984">
      <w:pPr>
        <w:rPr>
          <w:rFonts w:ascii="Tahoma" w:hAnsi="Tahoma" w:cs="Tahoma"/>
          <w:sz w:val="22"/>
          <w:szCs w:val="22"/>
        </w:rPr>
      </w:pPr>
    </w:p>
    <w:p w:rsidR="002143EB" w:rsidRPr="00912611" w:rsidRDefault="002143EB" w:rsidP="009E3984">
      <w:pPr>
        <w:rPr>
          <w:rFonts w:ascii="Tahoma" w:hAnsi="Tahoma" w:cs="Tahoma"/>
          <w:sz w:val="22"/>
          <w:szCs w:val="22"/>
        </w:rPr>
      </w:pPr>
    </w:p>
    <w:p w:rsidR="002143EB" w:rsidRPr="00912611" w:rsidRDefault="002143EB" w:rsidP="009E3984">
      <w:pPr>
        <w:rPr>
          <w:rFonts w:ascii="Tahoma" w:hAnsi="Tahoma" w:cs="Tahoma"/>
          <w:sz w:val="22"/>
          <w:szCs w:val="22"/>
        </w:rPr>
      </w:pPr>
    </w:p>
    <w:p w:rsidR="002143EB" w:rsidRPr="00912611" w:rsidRDefault="002143EB" w:rsidP="009E3984">
      <w:pPr>
        <w:rPr>
          <w:rFonts w:ascii="Tahoma" w:hAnsi="Tahoma" w:cs="Tahoma"/>
          <w:sz w:val="22"/>
          <w:szCs w:val="22"/>
        </w:rPr>
      </w:pPr>
    </w:p>
    <w:p w:rsidR="002143EB" w:rsidRPr="00912611" w:rsidRDefault="002143EB" w:rsidP="009E3984">
      <w:pPr>
        <w:rPr>
          <w:rFonts w:ascii="Tahoma" w:hAnsi="Tahoma" w:cs="Tahoma"/>
          <w:sz w:val="22"/>
          <w:szCs w:val="22"/>
        </w:rPr>
      </w:pPr>
    </w:p>
    <w:p w:rsidR="002143EB" w:rsidRPr="00912611" w:rsidRDefault="002143EB" w:rsidP="009E3984">
      <w:pPr>
        <w:rPr>
          <w:rFonts w:ascii="Tahoma" w:hAnsi="Tahoma" w:cs="Tahoma"/>
          <w:sz w:val="22"/>
          <w:szCs w:val="22"/>
        </w:rPr>
      </w:pPr>
    </w:p>
    <w:p w:rsidR="002143EB" w:rsidRPr="00912611" w:rsidRDefault="002143EB" w:rsidP="009E3984">
      <w:pPr>
        <w:rPr>
          <w:rFonts w:ascii="Tahoma" w:hAnsi="Tahoma" w:cs="Tahoma"/>
          <w:sz w:val="22"/>
          <w:szCs w:val="22"/>
        </w:rPr>
      </w:pPr>
    </w:p>
    <w:p w:rsidR="002143EB" w:rsidRPr="00912611" w:rsidRDefault="002143EB" w:rsidP="009E3984">
      <w:pPr>
        <w:rPr>
          <w:rFonts w:ascii="Tahoma" w:hAnsi="Tahoma" w:cs="Tahoma"/>
          <w:sz w:val="22"/>
          <w:szCs w:val="22"/>
        </w:rPr>
      </w:pPr>
    </w:p>
    <w:p w:rsidR="002143EB" w:rsidRPr="00912611" w:rsidRDefault="002143EB" w:rsidP="009E3984">
      <w:pPr>
        <w:rPr>
          <w:rFonts w:ascii="Tahoma" w:hAnsi="Tahoma" w:cs="Tahoma"/>
          <w:sz w:val="22"/>
          <w:szCs w:val="22"/>
        </w:rPr>
      </w:pPr>
    </w:p>
    <w:p w:rsidR="002143EB" w:rsidRPr="00912611" w:rsidRDefault="002143EB" w:rsidP="009E3984">
      <w:pPr>
        <w:rPr>
          <w:rFonts w:ascii="Tahoma" w:hAnsi="Tahoma" w:cs="Tahoma"/>
          <w:sz w:val="22"/>
          <w:szCs w:val="22"/>
        </w:rPr>
      </w:pPr>
    </w:p>
    <w:p w:rsidR="002143EB" w:rsidRPr="00912611" w:rsidRDefault="002143EB" w:rsidP="009E3984">
      <w:pPr>
        <w:rPr>
          <w:rFonts w:ascii="Tahoma" w:hAnsi="Tahoma" w:cs="Tahoma"/>
          <w:sz w:val="22"/>
          <w:szCs w:val="22"/>
        </w:rPr>
      </w:pPr>
    </w:p>
    <w:p w:rsidR="002143EB" w:rsidRPr="00912611" w:rsidRDefault="002143EB" w:rsidP="009E3984">
      <w:pPr>
        <w:rPr>
          <w:rFonts w:ascii="Tahoma" w:hAnsi="Tahoma" w:cs="Tahoma"/>
          <w:sz w:val="22"/>
          <w:szCs w:val="22"/>
        </w:rPr>
      </w:pPr>
    </w:p>
    <w:p w:rsidR="002143EB" w:rsidRPr="00912611" w:rsidRDefault="002143EB" w:rsidP="009E3984">
      <w:pPr>
        <w:rPr>
          <w:rFonts w:ascii="Tahoma" w:hAnsi="Tahoma" w:cs="Tahoma"/>
          <w:sz w:val="22"/>
          <w:szCs w:val="22"/>
        </w:rPr>
      </w:pPr>
    </w:p>
    <w:p w:rsidR="002143EB" w:rsidRPr="00912611" w:rsidRDefault="002143EB" w:rsidP="009E3984">
      <w:pPr>
        <w:rPr>
          <w:rFonts w:ascii="Tahoma" w:hAnsi="Tahoma" w:cs="Tahoma"/>
          <w:sz w:val="22"/>
          <w:szCs w:val="22"/>
        </w:rPr>
      </w:pPr>
    </w:p>
    <w:p w:rsidR="002143EB" w:rsidRPr="00912611" w:rsidRDefault="002143EB" w:rsidP="009E3984">
      <w:pPr>
        <w:tabs>
          <w:tab w:val="left" w:pos="915"/>
        </w:tabs>
        <w:rPr>
          <w:rFonts w:ascii="Tahoma" w:hAnsi="Tahoma" w:cs="Tahoma"/>
          <w:sz w:val="22"/>
          <w:szCs w:val="22"/>
        </w:rPr>
      </w:pPr>
      <w:r w:rsidRPr="00912611">
        <w:rPr>
          <w:rFonts w:ascii="Tahoma" w:hAnsi="Tahoma" w:cs="Tahoma"/>
          <w:sz w:val="22"/>
          <w:szCs w:val="22"/>
        </w:rPr>
        <w:tab/>
      </w:r>
    </w:p>
    <w:p w:rsidR="002143EB" w:rsidRPr="00912611" w:rsidRDefault="002143EB" w:rsidP="009E3984">
      <w:pPr>
        <w:tabs>
          <w:tab w:val="left" w:pos="5535"/>
        </w:tabs>
        <w:jc w:val="both"/>
        <w:rPr>
          <w:rFonts w:ascii="Tahoma" w:hAnsi="Tahoma" w:cs="Tahoma"/>
          <w:sz w:val="22"/>
          <w:szCs w:val="22"/>
        </w:rPr>
      </w:pPr>
      <w:r w:rsidRPr="00912611">
        <w:rPr>
          <w:rFonts w:ascii="Tahoma" w:hAnsi="Tahoma" w:cs="Tahoma"/>
          <w:sz w:val="22"/>
          <w:szCs w:val="22"/>
        </w:rPr>
        <w:t xml:space="preserve">        На основу члана 18 ст. 1 Закона о јавним службама („ Службени гласник РС“ бр. 42/91 и 71/94), чл. 32 ст.1 тач. 9 Закона о локалној самоуправи( „ Сл. гласник бр. РС“ бр. 129/07 и 83/1– др. Закон, 101/16- др.закон и 47/18) чл.  6в Одлуке о оснивању Регионалног центра за таленте Врање (Службени гласник града Врања бр 26/09 и бр. 25/12-пречишћен ) чл. 32 ст 1тач. 12 Статута града Врања(„ Службени гласник града Врања“, бр 3/18 – пречишћен текст), Скупштина града Вр</w:t>
      </w:r>
      <w:r>
        <w:rPr>
          <w:rFonts w:ascii="Tahoma" w:hAnsi="Tahoma" w:cs="Tahoma"/>
          <w:sz w:val="22"/>
          <w:szCs w:val="22"/>
        </w:rPr>
        <w:t>ања, на седници одржаној дана 18.10.2018.године</w:t>
      </w:r>
      <w:r w:rsidRPr="00912611">
        <w:rPr>
          <w:rFonts w:ascii="Tahoma" w:hAnsi="Tahoma" w:cs="Tahoma"/>
          <w:sz w:val="22"/>
          <w:szCs w:val="22"/>
        </w:rPr>
        <w:t xml:space="preserve"> донела је: </w:t>
      </w:r>
    </w:p>
    <w:p w:rsidR="002143EB" w:rsidRPr="00912611" w:rsidRDefault="002143EB" w:rsidP="009E3984">
      <w:pPr>
        <w:tabs>
          <w:tab w:val="left" w:pos="5535"/>
        </w:tabs>
        <w:jc w:val="both"/>
        <w:rPr>
          <w:rFonts w:ascii="Tahoma" w:hAnsi="Tahoma" w:cs="Tahoma"/>
          <w:sz w:val="22"/>
          <w:szCs w:val="22"/>
        </w:rPr>
      </w:pPr>
    </w:p>
    <w:p w:rsidR="002143EB" w:rsidRPr="00912611" w:rsidRDefault="002143EB" w:rsidP="009E3984">
      <w:pPr>
        <w:tabs>
          <w:tab w:val="left" w:pos="5535"/>
        </w:tabs>
        <w:jc w:val="both"/>
        <w:rPr>
          <w:rFonts w:ascii="Tahoma" w:hAnsi="Tahoma" w:cs="Tahoma"/>
          <w:sz w:val="22"/>
          <w:szCs w:val="22"/>
        </w:rPr>
      </w:pPr>
    </w:p>
    <w:p w:rsidR="002143EB" w:rsidRPr="00912611" w:rsidRDefault="002143EB" w:rsidP="009E3984">
      <w:pPr>
        <w:tabs>
          <w:tab w:val="left" w:pos="5535"/>
        </w:tabs>
        <w:jc w:val="both"/>
        <w:rPr>
          <w:rFonts w:ascii="Tahoma" w:hAnsi="Tahoma" w:cs="Tahoma"/>
          <w:sz w:val="22"/>
          <w:szCs w:val="22"/>
        </w:rPr>
      </w:pPr>
    </w:p>
    <w:p w:rsidR="002143EB" w:rsidRPr="00912611" w:rsidRDefault="002143EB" w:rsidP="009E3984">
      <w:pPr>
        <w:tabs>
          <w:tab w:val="left" w:pos="5535"/>
        </w:tabs>
        <w:jc w:val="center"/>
        <w:rPr>
          <w:rFonts w:ascii="Tahoma" w:hAnsi="Tahoma" w:cs="Tahoma"/>
          <w:sz w:val="22"/>
          <w:szCs w:val="22"/>
        </w:rPr>
      </w:pPr>
    </w:p>
    <w:p w:rsidR="002143EB" w:rsidRPr="00912611" w:rsidRDefault="002143EB" w:rsidP="009E3984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  <w:r w:rsidRPr="00912611">
        <w:rPr>
          <w:rFonts w:ascii="Tahoma" w:hAnsi="Tahoma" w:cs="Tahoma"/>
          <w:b/>
          <w:sz w:val="22"/>
          <w:szCs w:val="22"/>
        </w:rPr>
        <w:t>Р Е Ш Е Њ Е</w:t>
      </w:r>
    </w:p>
    <w:p w:rsidR="002143EB" w:rsidRPr="00912611" w:rsidRDefault="002143EB" w:rsidP="009E3984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О ИМЕНОВАЊ</w:t>
      </w:r>
      <w:r w:rsidRPr="00912611">
        <w:rPr>
          <w:rFonts w:ascii="Tahoma" w:hAnsi="Tahoma" w:cs="Tahoma"/>
          <w:b/>
          <w:sz w:val="22"/>
          <w:szCs w:val="22"/>
        </w:rPr>
        <w:t xml:space="preserve">У ВРШИОЦА ДУЖНОСТИ ДИРЕКТОРА </w:t>
      </w:r>
    </w:p>
    <w:p w:rsidR="002143EB" w:rsidRPr="00912611" w:rsidRDefault="002143EB" w:rsidP="009E3984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  <w:r w:rsidRPr="00912611">
        <w:rPr>
          <w:rFonts w:ascii="Tahoma" w:hAnsi="Tahoma" w:cs="Tahoma"/>
          <w:b/>
          <w:sz w:val="22"/>
          <w:szCs w:val="22"/>
        </w:rPr>
        <w:t>„РЕГИОНАЛНОГ ЦЕНТРА ЗА ТАЛЕНТЕ“ ВРАЊЕ</w:t>
      </w:r>
    </w:p>
    <w:p w:rsidR="002143EB" w:rsidRPr="00912611" w:rsidRDefault="002143EB" w:rsidP="009E3984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2143EB" w:rsidRPr="00912611" w:rsidRDefault="002143EB" w:rsidP="009E3984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2143EB" w:rsidRPr="00912611" w:rsidRDefault="002143EB" w:rsidP="009E3984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  <w:r w:rsidRPr="00912611">
        <w:rPr>
          <w:rFonts w:ascii="Tahoma" w:hAnsi="Tahoma" w:cs="Tahoma"/>
          <w:b/>
          <w:sz w:val="22"/>
          <w:szCs w:val="22"/>
        </w:rPr>
        <w:t>I</w:t>
      </w:r>
    </w:p>
    <w:p w:rsidR="002143EB" w:rsidRPr="00912611" w:rsidRDefault="002143EB" w:rsidP="009E3984">
      <w:pPr>
        <w:tabs>
          <w:tab w:val="left" w:pos="5535"/>
        </w:tabs>
        <w:rPr>
          <w:rFonts w:ascii="Tahoma" w:hAnsi="Tahoma" w:cs="Tahoma"/>
          <w:sz w:val="22"/>
          <w:szCs w:val="22"/>
        </w:rPr>
      </w:pPr>
    </w:p>
    <w:p w:rsidR="002143EB" w:rsidRPr="00912611" w:rsidRDefault="002143EB" w:rsidP="009E3984">
      <w:pPr>
        <w:tabs>
          <w:tab w:val="left" w:pos="5535"/>
        </w:tabs>
        <w:jc w:val="both"/>
        <w:rPr>
          <w:rFonts w:ascii="Tahoma" w:hAnsi="Tahoma" w:cs="Tahoma"/>
          <w:sz w:val="22"/>
          <w:szCs w:val="22"/>
        </w:rPr>
      </w:pPr>
      <w:r w:rsidRPr="00912611">
        <w:rPr>
          <w:rFonts w:ascii="Tahoma" w:hAnsi="Tahoma" w:cs="Tahoma"/>
          <w:b/>
          <w:sz w:val="22"/>
          <w:szCs w:val="22"/>
        </w:rPr>
        <w:t xml:space="preserve">          ИМЕНУЈЕ СЕ</w:t>
      </w:r>
      <w:r w:rsidRPr="00912611">
        <w:rPr>
          <w:rFonts w:ascii="Tahoma" w:hAnsi="Tahoma" w:cs="Tahoma"/>
          <w:sz w:val="22"/>
          <w:szCs w:val="22"/>
        </w:rPr>
        <w:t xml:space="preserve"> Јасмина Вељковић, професор разредне наставе из Врања за вршиоца дужности директора „Регионалног центра за таленте“ Врање.</w:t>
      </w:r>
    </w:p>
    <w:p w:rsidR="002143EB" w:rsidRPr="00912611" w:rsidRDefault="002143EB" w:rsidP="009E3984">
      <w:pPr>
        <w:tabs>
          <w:tab w:val="left" w:pos="5535"/>
        </w:tabs>
        <w:jc w:val="both"/>
        <w:rPr>
          <w:rFonts w:ascii="Tahoma" w:hAnsi="Tahoma" w:cs="Tahoma"/>
          <w:sz w:val="22"/>
          <w:szCs w:val="22"/>
        </w:rPr>
      </w:pPr>
    </w:p>
    <w:p w:rsidR="002143EB" w:rsidRPr="00912611" w:rsidRDefault="002143EB" w:rsidP="009E3984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  <w:r w:rsidRPr="00912611">
        <w:rPr>
          <w:rFonts w:ascii="Tahoma" w:hAnsi="Tahoma" w:cs="Tahoma"/>
          <w:b/>
          <w:sz w:val="22"/>
          <w:szCs w:val="22"/>
        </w:rPr>
        <w:t>II</w:t>
      </w:r>
    </w:p>
    <w:p w:rsidR="002143EB" w:rsidRPr="00912611" w:rsidRDefault="002143EB" w:rsidP="009E3984">
      <w:pPr>
        <w:tabs>
          <w:tab w:val="left" w:pos="5535"/>
        </w:tabs>
        <w:rPr>
          <w:rFonts w:ascii="Tahoma" w:hAnsi="Tahoma" w:cs="Tahoma"/>
          <w:b/>
          <w:sz w:val="22"/>
          <w:szCs w:val="22"/>
        </w:rPr>
      </w:pPr>
    </w:p>
    <w:p w:rsidR="002143EB" w:rsidRPr="00912611" w:rsidRDefault="002143EB" w:rsidP="009E3984">
      <w:pPr>
        <w:tabs>
          <w:tab w:val="left" w:pos="5535"/>
        </w:tabs>
        <w:rPr>
          <w:rFonts w:ascii="Tahoma" w:hAnsi="Tahoma" w:cs="Tahoma"/>
          <w:sz w:val="22"/>
          <w:szCs w:val="22"/>
        </w:rPr>
      </w:pPr>
      <w:r w:rsidRPr="00912611">
        <w:rPr>
          <w:rFonts w:ascii="Tahoma" w:hAnsi="Tahoma" w:cs="Tahoma"/>
          <w:sz w:val="22"/>
          <w:szCs w:val="22"/>
        </w:rPr>
        <w:t xml:space="preserve">       </w:t>
      </w:r>
    </w:p>
    <w:p w:rsidR="002143EB" w:rsidRPr="00912611" w:rsidRDefault="002143EB" w:rsidP="009E3984">
      <w:pPr>
        <w:tabs>
          <w:tab w:val="left" w:pos="5535"/>
        </w:tabs>
        <w:rPr>
          <w:rFonts w:ascii="Tahoma" w:hAnsi="Tahoma" w:cs="Tahoma"/>
          <w:sz w:val="22"/>
          <w:szCs w:val="22"/>
        </w:rPr>
      </w:pPr>
      <w:r w:rsidRPr="00912611">
        <w:rPr>
          <w:rFonts w:ascii="Tahoma" w:hAnsi="Tahoma" w:cs="Tahoma"/>
          <w:sz w:val="22"/>
          <w:szCs w:val="22"/>
        </w:rPr>
        <w:t xml:space="preserve">     Вршилац дужности директора из члана I овог Решења може обављати ту функцију најдуже годину дана.</w:t>
      </w:r>
    </w:p>
    <w:p w:rsidR="002143EB" w:rsidRPr="00912611" w:rsidRDefault="002143EB" w:rsidP="009E3984">
      <w:pPr>
        <w:tabs>
          <w:tab w:val="left" w:pos="5535"/>
        </w:tabs>
        <w:rPr>
          <w:rFonts w:ascii="Tahoma" w:hAnsi="Tahoma" w:cs="Tahoma"/>
          <w:sz w:val="22"/>
          <w:szCs w:val="22"/>
        </w:rPr>
      </w:pPr>
    </w:p>
    <w:p w:rsidR="002143EB" w:rsidRPr="00912611" w:rsidRDefault="002143EB" w:rsidP="009E3984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  <w:r w:rsidRPr="00912611">
        <w:rPr>
          <w:rFonts w:ascii="Tahoma" w:hAnsi="Tahoma" w:cs="Tahoma"/>
          <w:b/>
          <w:sz w:val="22"/>
          <w:szCs w:val="22"/>
        </w:rPr>
        <w:t>III</w:t>
      </w:r>
    </w:p>
    <w:p w:rsidR="002143EB" w:rsidRPr="00912611" w:rsidRDefault="002143EB" w:rsidP="009E3984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2143EB" w:rsidRPr="00912611" w:rsidRDefault="002143EB" w:rsidP="009E3984">
      <w:pPr>
        <w:tabs>
          <w:tab w:val="left" w:pos="5535"/>
        </w:tabs>
        <w:rPr>
          <w:rFonts w:ascii="Tahoma" w:hAnsi="Tahoma" w:cs="Tahoma"/>
          <w:sz w:val="22"/>
          <w:szCs w:val="22"/>
        </w:rPr>
      </w:pPr>
      <w:r w:rsidRPr="00912611">
        <w:rPr>
          <w:rFonts w:ascii="Tahoma" w:hAnsi="Tahoma" w:cs="Tahoma"/>
          <w:sz w:val="22"/>
          <w:szCs w:val="22"/>
        </w:rPr>
        <w:t xml:space="preserve">                             Решење ступа на снагу даном доношења и коначно је. </w:t>
      </w:r>
    </w:p>
    <w:p w:rsidR="002143EB" w:rsidRPr="00912611" w:rsidRDefault="002143EB" w:rsidP="009E3984">
      <w:pPr>
        <w:tabs>
          <w:tab w:val="left" w:pos="5535"/>
        </w:tabs>
        <w:rPr>
          <w:rFonts w:ascii="Tahoma" w:hAnsi="Tahoma" w:cs="Tahoma"/>
          <w:sz w:val="22"/>
          <w:szCs w:val="22"/>
        </w:rPr>
      </w:pPr>
    </w:p>
    <w:p w:rsidR="002143EB" w:rsidRPr="00912611" w:rsidRDefault="002143EB" w:rsidP="009E3984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  <w:r w:rsidRPr="00912611">
        <w:rPr>
          <w:rFonts w:ascii="Tahoma" w:hAnsi="Tahoma" w:cs="Tahoma"/>
          <w:b/>
          <w:sz w:val="22"/>
          <w:szCs w:val="22"/>
        </w:rPr>
        <w:t>IV</w:t>
      </w:r>
    </w:p>
    <w:p w:rsidR="002143EB" w:rsidRPr="00912611" w:rsidRDefault="002143EB" w:rsidP="009E3984">
      <w:pPr>
        <w:tabs>
          <w:tab w:val="left" w:pos="5535"/>
        </w:tabs>
        <w:rPr>
          <w:rFonts w:ascii="Tahoma" w:hAnsi="Tahoma" w:cs="Tahoma"/>
          <w:sz w:val="22"/>
          <w:szCs w:val="22"/>
        </w:rPr>
      </w:pPr>
      <w:r w:rsidRPr="00912611">
        <w:rPr>
          <w:rFonts w:ascii="Tahoma" w:hAnsi="Tahoma" w:cs="Tahoma"/>
          <w:sz w:val="22"/>
          <w:szCs w:val="22"/>
        </w:rPr>
        <w:t xml:space="preserve">                             Решење објавити у Службеном гласнику града Врања.</w:t>
      </w:r>
    </w:p>
    <w:p w:rsidR="002143EB" w:rsidRPr="00912611" w:rsidRDefault="002143EB" w:rsidP="009E3984">
      <w:pPr>
        <w:tabs>
          <w:tab w:val="left" w:pos="5535"/>
        </w:tabs>
        <w:rPr>
          <w:rFonts w:ascii="Tahoma" w:hAnsi="Tahoma" w:cs="Tahoma"/>
          <w:sz w:val="22"/>
          <w:szCs w:val="22"/>
        </w:rPr>
      </w:pPr>
    </w:p>
    <w:p w:rsidR="002143EB" w:rsidRPr="00912611" w:rsidRDefault="002143EB" w:rsidP="009E3984">
      <w:pPr>
        <w:tabs>
          <w:tab w:val="left" w:pos="5535"/>
        </w:tabs>
        <w:rPr>
          <w:rFonts w:ascii="Tahoma" w:hAnsi="Tahoma" w:cs="Tahoma"/>
          <w:sz w:val="22"/>
          <w:szCs w:val="22"/>
        </w:rPr>
      </w:pPr>
    </w:p>
    <w:p w:rsidR="002143EB" w:rsidRPr="00912611" w:rsidRDefault="002143EB" w:rsidP="009E3984">
      <w:pPr>
        <w:tabs>
          <w:tab w:val="left" w:pos="5535"/>
        </w:tabs>
        <w:rPr>
          <w:rFonts w:ascii="Tahoma" w:hAnsi="Tahoma" w:cs="Tahoma"/>
          <w:sz w:val="22"/>
          <w:szCs w:val="22"/>
        </w:rPr>
      </w:pPr>
    </w:p>
    <w:p w:rsidR="002143EB" w:rsidRPr="00912611" w:rsidRDefault="002143EB" w:rsidP="009E3984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  <w:r w:rsidRPr="00912611">
        <w:rPr>
          <w:rFonts w:ascii="Tahoma" w:hAnsi="Tahoma" w:cs="Tahoma"/>
          <w:b/>
          <w:sz w:val="22"/>
          <w:szCs w:val="22"/>
        </w:rPr>
        <w:t>Образложење</w:t>
      </w:r>
    </w:p>
    <w:p w:rsidR="002143EB" w:rsidRPr="00754178" w:rsidRDefault="002143EB" w:rsidP="009E3984">
      <w:pPr>
        <w:tabs>
          <w:tab w:val="left" w:pos="915"/>
        </w:tabs>
        <w:rPr>
          <w:rFonts w:ascii="Tahoma" w:hAnsi="Tahoma" w:cs="Tahoma"/>
          <w:sz w:val="22"/>
          <w:szCs w:val="22"/>
        </w:rPr>
      </w:pPr>
    </w:p>
    <w:p w:rsidR="002143EB" w:rsidRPr="00912611" w:rsidRDefault="002143EB" w:rsidP="009E3984">
      <w:pPr>
        <w:tabs>
          <w:tab w:val="left" w:pos="915"/>
        </w:tabs>
        <w:rPr>
          <w:rFonts w:ascii="Tahoma" w:hAnsi="Tahoma" w:cs="Tahoma"/>
          <w:sz w:val="22"/>
          <w:szCs w:val="22"/>
        </w:rPr>
      </w:pPr>
    </w:p>
    <w:p w:rsidR="002143EB" w:rsidRPr="00912611" w:rsidRDefault="002143EB" w:rsidP="00713E6C">
      <w:pPr>
        <w:tabs>
          <w:tab w:val="left" w:pos="915"/>
        </w:tabs>
        <w:jc w:val="both"/>
        <w:rPr>
          <w:rFonts w:ascii="Tahoma" w:hAnsi="Tahoma" w:cs="Tahoma"/>
          <w:sz w:val="22"/>
          <w:szCs w:val="22"/>
        </w:rPr>
      </w:pPr>
      <w:r w:rsidRPr="00912611">
        <w:rPr>
          <w:rFonts w:ascii="Tahoma" w:hAnsi="Tahoma" w:cs="Tahoma"/>
          <w:sz w:val="22"/>
          <w:szCs w:val="22"/>
        </w:rPr>
        <w:t xml:space="preserve">        Правни основ за доношење овог Решења садржан је у одредбама чл. 18 ст 1 Закона о јавним службама ( Службени гласник РС, бр. 42/91 и 71/94), чл. 32 ст.1 тач.9 и чл. 66 ст 3 Закона о локалној самоуправи„( Сл. гласник бр. РС“ бр. 129/07 и 83/1– др. Закон, 101/16- др.закон и 47/18), чл 32 ст 1 тач. 12 Статута града Врања( Службени гласник бр.3/18 – пречишћен текст), који прописују да директора Установе, односно директора Регионалног центра за таленте именује и разрешава Оснивач, односно Скупштина града.Такође одредбом чл. 6в Одлуке о оснивању Регионалног центра за таленте Врање  (Службени гласник града Врања бр. 26/09 – пречишћен текст и 25/12), прописано је да Скупштина града може именовати вршиоца дужности директора Регионалног центра за таленте, без предходно спроведеног јавног конкурса, у случају да директору престане дужност пре истека мандата, односно када јавни конкурс за избор директор није успео. Вршилац дужности директора може обављати ту функцију до именовања директора у складу са законом, а најдуже једну годину.</w:t>
      </w:r>
    </w:p>
    <w:p w:rsidR="002143EB" w:rsidRPr="00912611" w:rsidRDefault="002143EB" w:rsidP="00713E6C">
      <w:pPr>
        <w:tabs>
          <w:tab w:val="left" w:pos="915"/>
        </w:tabs>
        <w:jc w:val="both"/>
        <w:rPr>
          <w:rFonts w:ascii="Tahoma" w:hAnsi="Tahoma" w:cs="Tahoma"/>
          <w:sz w:val="22"/>
          <w:szCs w:val="22"/>
        </w:rPr>
      </w:pPr>
    </w:p>
    <w:p w:rsidR="002143EB" w:rsidRPr="00912611" w:rsidRDefault="002143EB" w:rsidP="0098295F">
      <w:pPr>
        <w:tabs>
          <w:tab w:val="left" w:pos="915"/>
        </w:tabs>
        <w:jc w:val="both"/>
        <w:rPr>
          <w:rFonts w:ascii="Tahoma" w:hAnsi="Tahoma" w:cs="Tahoma"/>
          <w:sz w:val="22"/>
          <w:szCs w:val="22"/>
        </w:rPr>
      </w:pPr>
      <w:r w:rsidRPr="00912611">
        <w:rPr>
          <w:rFonts w:ascii="Tahoma" w:hAnsi="Tahoma" w:cs="Tahoma"/>
          <w:sz w:val="22"/>
          <w:szCs w:val="22"/>
        </w:rPr>
        <w:t xml:space="preserve">     Сагласно поменутој регулативи, Комисија за мандатно-имунитетска и административна питања и избор и именовања Скупштине града, сходно овлашћењима из одредби члана 51 ст.1 тач. 2 Пословника Скупштине града Врања, утврдила је предлог акта о именовању Јасмине Вељковић, професора разредне наставе из Врања за вршиоца дужности директора „Регионалног центра за таленте“ Врање.</w:t>
      </w:r>
    </w:p>
    <w:p w:rsidR="002143EB" w:rsidRPr="00912611" w:rsidRDefault="002143EB" w:rsidP="00713E6C">
      <w:pPr>
        <w:tabs>
          <w:tab w:val="left" w:pos="915"/>
        </w:tabs>
        <w:jc w:val="both"/>
        <w:rPr>
          <w:rFonts w:ascii="Tahoma" w:hAnsi="Tahoma" w:cs="Tahoma"/>
          <w:sz w:val="22"/>
          <w:szCs w:val="22"/>
        </w:rPr>
      </w:pPr>
    </w:p>
    <w:p w:rsidR="002143EB" w:rsidRPr="00912611" w:rsidRDefault="002143EB" w:rsidP="00713E6C">
      <w:pPr>
        <w:tabs>
          <w:tab w:val="left" w:pos="5535"/>
        </w:tabs>
        <w:jc w:val="both"/>
        <w:rPr>
          <w:rFonts w:ascii="Tahoma" w:hAnsi="Tahoma" w:cs="Tahoma"/>
          <w:sz w:val="22"/>
          <w:szCs w:val="22"/>
        </w:rPr>
      </w:pPr>
      <w:r w:rsidRPr="00912611">
        <w:rPr>
          <w:rFonts w:ascii="Tahoma" w:hAnsi="Tahoma" w:cs="Tahoma"/>
          <w:sz w:val="22"/>
          <w:szCs w:val="22"/>
        </w:rPr>
        <w:t xml:space="preserve">     На предлог Комисије за мандатно-имунитетска и административна питања и избор и именовања, Скупштина града Врања је одлучила као у изреци овог Решења.</w:t>
      </w:r>
    </w:p>
    <w:p w:rsidR="002143EB" w:rsidRPr="00912611" w:rsidRDefault="002143EB" w:rsidP="00713E6C">
      <w:pPr>
        <w:tabs>
          <w:tab w:val="left" w:pos="5535"/>
        </w:tabs>
        <w:jc w:val="both"/>
        <w:rPr>
          <w:rFonts w:ascii="Tahoma" w:hAnsi="Tahoma" w:cs="Tahoma"/>
          <w:sz w:val="22"/>
          <w:szCs w:val="22"/>
        </w:rPr>
      </w:pPr>
    </w:p>
    <w:p w:rsidR="002143EB" w:rsidRPr="00912611" w:rsidRDefault="002143EB" w:rsidP="00713E6C">
      <w:pPr>
        <w:tabs>
          <w:tab w:val="left" w:pos="5535"/>
        </w:tabs>
        <w:jc w:val="both"/>
        <w:rPr>
          <w:rFonts w:ascii="Tahoma" w:hAnsi="Tahoma" w:cs="Tahoma"/>
          <w:sz w:val="22"/>
          <w:szCs w:val="22"/>
        </w:rPr>
      </w:pPr>
    </w:p>
    <w:p w:rsidR="002143EB" w:rsidRPr="00912611" w:rsidRDefault="002143EB" w:rsidP="00713E6C">
      <w:pPr>
        <w:tabs>
          <w:tab w:val="left" w:pos="5535"/>
        </w:tabs>
        <w:jc w:val="both"/>
        <w:rPr>
          <w:rFonts w:ascii="Tahoma" w:hAnsi="Tahoma" w:cs="Tahoma"/>
          <w:sz w:val="22"/>
          <w:szCs w:val="22"/>
        </w:rPr>
      </w:pPr>
      <w:r w:rsidRPr="00912611">
        <w:rPr>
          <w:rFonts w:ascii="Tahoma" w:hAnsi="Tahoma" w:cs="Tahoma"/>
          <w:sz w:val="22"/>
          <w:szCs w:val="22"/>
        </w:rPr>
        <w:t xml:space="preserve">       </w:t>
      </w:r>
      <w:r w:rsidRPr="00912611">
        <w:rPr>
          <w:rFonts w:ascii="Tahoma" w:hAnsi="Tahoma" w:cs="Tahoma"/>
          <w:b/>
          <w:sz w:val="22"/>
          <w:szCs w:val="22"/>
        </w:rPr>
        <w:t>Поука о правном средству</w:t>
      </w:r>
      <w:r w:rsidRPr="00912611">
        <w:rPr>
          <w:rFonts w:ascii="Tahoma" w:hAnsi="Tahoma" w:cs="Tahoma"/>
          <w:sz w:val="22"/>
          <w:szCs w:val="22"/>
        </w:rPr>
        <w:t>: Против овог Решења може се поднети тужба Вушем суду у Врању, у року од 30 дана од дана пријема.</w:t>
      </w:r>
    </w:p>
    <w:p w:rsidR="002143EB" w:rsidRPr="00912611" w:rsidRDefault="002143EB" w:rsidP="00713E6C">
      <w:pPr>
        <w:tabs>
          <w:tab w:val="left" w:pos="5535"/>
        </w:tabs>
        <w:jc w:val="both"/>
        <w:rPr>
          <w:rFonts w:ascii="Tahoma" w:hAnsi="Tahoma" w:cs="Tahoma"/>
          <w:sz w:val="22"/>
          <w:szCs w:val="22"/>
        </w:rPr>
      </w:pPr>
    </w:p>
    <w:p w:rsidR="002143EB" w:rsidRPr="00912611" w:rsidRDefault="002143EB" w:rsidP="00713E6C">
      <w:pPr>
        <w:tabs>
          <w:tab w:val="left" w:pos="5535"/>
        </w:tabs>
        <w:jc w:val="both"/>
        <w:rPr>
          <w:rFonts w:ascii="Tahoma" w:hAnsi="Tahoma" w:cs="Tahoma"/>
          <w:sz w:val="22"/>
          <w:szCs w:val="22"/>
        </w:rPr>
      </w:pPr>
    </w:p>
    <w:p w:rsidR="002143EB" w:rsidRPr="00912611" w:rsidRDefault="002143EB" w:rsidP="00713E6C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  <w:r w:rsidRPr="00912611">
        <w:rPr>
          <w:rFonts w:ascii="Tahoma" w:hAnsi="Tahoma" w:cs="Tahoma"/>
          <w:b/>
          <w:sz w:val="22"/>
          <w:szCs w:val="22"/>
        </w:rPr>
        <w:t>СКУПШТИНА ГРАДА ВРАЊА</w:t>
      </w:r>
    </w:p>
    <w:p w:rsidR="002143EB" w:rsidRDefault="002143EB" w:rsidP="00713E6C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18.10.2018.године, број: 02-209/2018-10</w:t>
      </w:r>
    </w:p>
    <w:p w:rsidR="002143EB" w:rsidRDefault="002143EB" w:rsidP="00713E6C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2143EB" w:rsidRPr="00912611" w:rsidRDefault="002143EB" w:rsidP="00713E6C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2143EB" w:rsidRPr="00912611" w:rsidRDefault="002143EB" w:rsidP="00713E6C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2143EB" w:rsidRPr="00912611" w:rsidRDefault="002143EB" w:rsidP="00713E6C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</w:t>
      </w:r>
      <w:r w:rsidRPr="00912611">
        <w:rPr>
          <w:rFonts w:ascii="Tahoma" w:hAnsi="Tahoma" w:cs="Tahoma"/>
          <w:b/>
          <w:sz w:val="22"/>
          <w:szCs w:val="22"/>
        </w:rPr>
        <w:t>ПРЕДСЕДНИК СКУПШТИНЕ ГРАДА</w:t>
      </w:r>
    </w:p>
    <w:p w:rsidR="002143EB" w:rsidRPr="00912611" w:rsidRDefault="002143EB" w:rsidP="00713E6C">
      <w:pPr>
        <w:tabs>
          <w:tab w:val="left" w:pos="5535"/>
        </w:tabs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</w:t>
      </w:r>
      <w:r w:rsidRPr="00912611">
        <w:rPr>
          <w:rFonts w:ascii="Tahoma" w:hAnsi="Tahoma" w:cs="Tahoma"/>
          <w:b/>
          <w:sz w:val="22"/>
          <w:szCs w:val="22"/>
        </w:rPr>
        <w:t>Дејан Тричковић, спец.двм</w:t>
      </w:r>
      <w:r>
        <w:rPr>
          <w:rFonts w:ascii="Tahoma" w:hAnsi="Tahoma" w:cs="Tahoma"/>
          <w:b/>
          <w:sz w:val="22"/>
          <w:szCs w:val="22"/>
        </w:rPr>
        <w:t>,с.р.</w:t>
      </w:r>
    </w:p>
    <w:p w:rsidR="002143EB" w:rsidRPr="00912611" w:rsidRDefault="002143EB" w:rsidP="00713E6C">
      <w:pPr>
        <w:rPr>
          <w:rFonts w:ascii="Tahoma" w:hAnsi="Tahoma" w:cs="Tahoma"/>
          <w:b/>
          <w:sz w:val="22"/>
          <w:szCs w:val="22"/>
        </w:rPr>
      </w:pPr>
    </w:p>
    <w:p w:rsidR="002143EB" w:rsidRDefault="002143EB" w:rsidP="009A3416">
      <w:pPr>
        <w:tabs>
          <w:tab w:val="left" w:pos="5535"/>
        </w:tabs>
        <w:rPr>
          <w:rFonts w:ascii="Tahoma" w:hAnsi="Tahoma" w:cs="Tahoma"/>
          <w:b/>
          <w:sz w:val="22"/>
          <w:szCs w:val="22"/>
        </w:rPr>
      </w:pPr>
    </w:p>
    <w:p w:rsidR="002143EB" w:rsidRDefault="002143EB" w:rsidP="009A3416">
      <w:pPr>
        <w:tabs>
          <w:tab w:val="left" w:pos="5535"/>
        </w:tabs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ТАЧНОСТ ПРЕПИСА ОВЕРАВА:                          ЗАМ. СЕКРЕТАРА СКУПШТИНЕ</w:t>
      </w:r>
    </w:p>
    <w:p w:rsidR="002143EB" w:rsidRPr="00912611" w:rsidRDefault="002143EB" w:rsidP="009A3416">
      <w:pPr>
        <w:tabs>
          <w:tab w:val="left" w:pos="5535"/>
        </w:tabs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                       Ирена Јовановић</w:t>
      </w:r>
    </w:p>
    <w:p w:rsidR="002143EB" w:rsidRPr="00912611" w:rsidRDefault="002143EB" w:rsidP="009A3416">
      <w:pPr>
        <w:rPr>
          <w:rFonts w:ascii="Tahoma" w:hAnsi="Tahoma" w:cs="Tahoma"/>
          <w:b/>
          <w:sz w:val="22"/>
          <w:szCs w:val="22"/>
        </w:rPr>
      </w:pPr>
    </w:p>
    <w:p w:rsidR="002143EB" w:rsidRPr="00912611" w:rsidRDefault="002143EB" w:rsidP="00713E6C">
      <w:pPr>
        <w:tabs>
          <w:tab w:val="left" w:pos="915"/>
        </w:tabs>
        <w:jc w:val="both"/>
        <w:rPr>
          <w:rFonts w:ascii="Tahoma" w:hAnsi="Tahoma" w:cs="Tahoma"/>
          <w:sz w:val="22"/>
          <w:szCs w:val="22"/>
        </w:rPr>
      </w:pPr>
    </w:p>
    <w:sectPr w:rsidR="002143EB" w:rsidRPr="00912611" w:rsidSect="00305F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7BE3"/>
    <w:rsid w:val="000412ED"/>
    <w:rsid w:val="00055BE6"/>
    <w:rsid w:val="00063477"/>
    <w:rsid w:val="0008406C"/>
    <w:rsid w:val="000A66B8"/>
    <w:rsid w:val="000B1996"/>
    <w:rsid w:val="000B7F4C"/>
    <w:rsid w:val="000C0038"/>
    <w:rsid w:val="000C2814"/>
    <w:rsid w:val="000C7390"/>
    <w:rsid w:val="000F5AB7"/>
    <w:rsid w:val="00127192"/>
    <w:rsid w:val="00191365"/>
    <w:rsid w:val="002143EB"/>
    <w:rsid w:val="00254432"/>
    <w:rsid w:val="00282262"/>
    <w:rsid w:val="00285ABC"/>
    <w:rsid w:val="002E248C"/>
    <w:rsid w:val="00305F70"/>
    <w:rsid w:val="00315BF1"/>
    <w:rsid w:val="003460C4"/>
    <w:rsid w:val="00355799"/>
    <w:rsid w:val="00361237"/>
    <w:rsid w:val="00384120"/>
    <w:rsid w:val="00397FC7"/>
    <w:rsid w:val="003A5F13"/>
    <w:rsid w:val="003A6452"/>
    <w:rsid w:val="004251F6"/>
    <w:rsid w:val="00444BBB"/>
    <w:rsid w:val="00467D78"/>
    <w:rsid w:val="00486E7E"/>
    <w:rsid w:val="004E5138"/>
    <w:rsid w:val="004F3E4A"/>
    <w:rsid w:val="00503821"/>
    <w:rsid w:val="00517D44"/>
    <w:rsid w:val="00560389"/>
    <w:rsid w:val="00570E07"/>
    <w:rsid w:val="00590232"/>
    <w:rsid w:val="005A7BE3"/>
    <w:rsid w:val="005C255A"/>
    <w:rsid w:val="005C3747"/>
    <w:rsid w:val="005D3408"/>
    <w:rsid w:val="005D68B5"/>
    <w:rsid w:val="005F1E46"/>
    <w:rsid w:val="005F2F4F"/>
    <w:rsid w:val="006251F6"/>
    <w:rsid w:val="0066341B"/>
    <w:rsid w:val="006634D1"/>
    <w:rsid w:val="006731D5"/>
    <w:rsid w:val="00687F42"/>
    <w:rsid w:val="006F28B6"/>
    <w:rsid w:val="00713E6C"/>
    <w:rsid w:val="007322B5"/>
    <w:rsid w:val="0073592F"/>
    <w:rsid w:val="007429D5"/>
    <w:rsid w:val="00754178"/>
    <w:rsid w:val="007A32A0"/>
    <w:rsid w:val="007F2F7D"/>
    <w:rsid w:val="008138DC"/>
    <w:rsid w:val="00855A3B"/>
    <w:rsid w:val="008612BA"/>
    <w:rsid w:val="0086357E"/>
    <w:rsid w:val="008636D5"/>
    <w:rsid w:val="0087625F"/>
    <w:rsid w:val="00877833"/>
    <w:rsid w:val="008874EC"/>
    <w:rsid w:val="008F1DDD"/>
    <w:rsid w:val="008F6AE5"/>
    <w:rsid w:val="00912611"/>
    <w:rsid w:val="00916411"/>
    <w:rsid w:val="009566B8"/>
    <w:rsid w:val="00977A6D"/>
    <w:rsid w:val="0098295F"/>
    <w:rsid w:val="00992F1A"/>
    <w:rsid w:val="009A2949"/>
    <w:rsid w:val="009A3416"/>
    <w:rsid w:val="009B7C9A"/>
    <w:rsid w:val="009E3984"/>
    <w:rsid w:val="00A134BE"/>
    <w:rsid w:val="00A23CD1"/>
    <w:rsid w:val="00A24FBE"/>
    <w:rsid w:val="00A42214"/>
    <w:rsid w:val="00A56F59"/>
    <w:rsid w:val="00A70247"/>
    <w:rsid w:val="00A72FA8"/>
    <w:rsid w:val="00AC35FE"/>
    <w:rsid w:val="00B13990"/>
    <w:rsid w:val="00B90517"/>
    <w:rsid w:val="00BE7911"/>
    <w:rsid w:val="00BF54B1"/>
    <w:rsid w:val="00C207DC"/>
    <w:rsid w:val="00CA41B4"/>
    <w:rsid w:val="00D01005"/>
    <w:rsid w:val="00D02849"/>
    <w:rsid w:val="00D218AA"/>
    <w:rsid w:val="00D6065B"/>
    <w:rsid w:val="00DB5E38"/>
    <w:rsid w:val="00DC2818"/>
    <w:rsid w:val="00DC3BCB"/>
    <w:rsid w:val="00DC6A65"/>
    <w:rsid w:val="00DE6DAB"/>
    <w:rsid w:val="00E05EB8"/>
    <w:rsid w:val="00E56AF0"/>
    <w:rsid w:val="00E81BC7"/>
    <w:rsid w:val="00EC078D"/>
    <w:rsid w:val="00F661F4"/>
    <w:rsid w:val="00F85BFF"/>
    <w:rsid w:val="00F86F96"/>
    <w:rsid w:val="00FC2E71"/>
    <w:rsid w:val="00FF0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BE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1020</TotalTime>
  <Pages>4</Pages>
  <Words>1008</Words>
  <Characters>5752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mtrickovic</dc:creator>
  <cp:keywords/>
  <dc:description/>
  <cp:lastModifiedBy>sdjokovic</cp:lastModifiedBy>
  <cp:revision>50</cp:revision>
  <cp:lastPrinted>2018-10-22T06:49:00Z</cp:lastPrinted>
  <dcterms:created xsi:type="dcterms:W3CDTF">2017-06-12T12:50:00Z</dcterms:created>
  <dcterms:modified xsi:type="dcterms:W3CDTF">2018-10-22T06:51:00Z</dcterms:modified>
</cp:coreProperties>
</file>